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7ABB5DE9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  <w:r w:rsidRPr="00D00E55">
        <w:rPr>
          <w:rFonts w:cs="Arial"/>
          <w:sz w:val="21"/>
          <w:szCs w:val="21"/>
        </w:rPr>
        <w:t xml:space="preserve">Meie: </w:t>
      </w:r>
      <w:r w:rsidR="003547F5">
        <w:rPr>
          <w:rFonts w:cs="Arial"/>
          <w:sz w:val="21"/>
          <w:szCs w:val="21"/>
        </w:rPr>
        <w:t>4</w:t>
      </w:r>
      <w:r w:rsidR="00AC4D45" w:rsidRPr="00D00E55">
        <w:rPr>
          <w:rFonts w:cs="Arial"/>
          <w:sz w:val="21"/>
          <w:szCs w:val="21"/>
        </w:rPr>
        <w:t>.</w:t>
      </w:r>
      <w:r w:rsidR="005952C9">
        <w:rPr>
          <w:rFonts w:cs="Arial"/>
          <w:sz w:val="21"/>
          <w:szCs w:val="21"/>
        </w:rPr>
        <w:t>1</w:t>
      </w:r>
      <w:r w:rsidR="003547F5">
        <w:rPr>
          <w:rFonts w:cs="Arial"/>
          <w:sz w:val="21"/>
          <w:szCs w:val="21"/>
        </w:rPr>
        <w:t>2</w:t>
      </w:r>
      <w:r w:rsidR="00AC4D45" w:rsidRPr="00D00E55">
        <w:rPr>
          <w:rFonts w:cs="Arial"/>
          <w:sz w:val="21"/>
          <w:szCs w:val="21"/>
        </w:rPr>
        <w:t>.202</w:t>
      </w:r>
      <w:r w:rsidR="00177E7A">
        <w:rPr>
          <w:rFonts w:cs="Arial"/>
          <w:sz w:val="21"/>
          <w:szCs w:val="21"/>
        </w:rPr>
        <w:t>3</w:t>
      </w:r>
      <w:r w:rsidR="00AC4D45" w:rsidRPr="00D00E55">
        <w:rPr>
          <w:rFonts w:cs="Arial"/>
          <w:sz w:val="21"/>
          <w:szCs w:val="21"/>
        </w:rPr>
        <w:t>.a nr JV-MAA-1/</w:t>
      </w:r>
      <w:r w:rsidR="003547F5">
        <w:rPr>
          <w:rFonts w:cs="Arial"/>
          <w:sz w:val="21"/>
          <w:szCs w:val="21"/>
        </w:rPr>
        <w:t>6172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5F2340E4" w14:textId="77777777" w:rsidR="00B53AAB" w:rsidRPr="00D00E55" w:rsidRDefault="00B53AAB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125920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125920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21FFE35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="00177E7A">
              <w:rPr>
                <w:rFonts w:cs="Arial"/>
                <w:b/>
                <w:sz w:val="21"/>
                <w:szCs w:val="21"/>
              </w:rPr>
              <w:t>Veskiposti 2</w:t>
            </w:r>
            <w:r w:rsidRPr="00D00E55">
              <w:rPr>
                <w:rFonts w:cs="Arial"/>
                <w:b/>
                <w:sz w:val="21"/>
                <w:szCs w:val="21"/>
              </w:rPr>
              <w:t>, Tallinn</w:t>
            </w:r>
          </w:p>
        </w:tc>
      </w:tr>
      <w:tr w:rsidR="003C697E" w:rsidRPr="00D00E55" w14:paraId="31EF61D8" w14:textId="77777777" w:rsidTr="00125920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6E76C1F3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Andra </w:t>
            </w:r>
            <w:r w:rsidR="00485EF6">
              <w:rPr>
                <w:rFonts w:cs="Arial"/>
                <w:b/>
                <w:bCs/>
                <w:sz w:val="21"/>
                <w:szCs w:val="21"/>
              </w:rPr>
              <w:t>McManus</w:t>
            </w:r>
          </w:p>
        </w:tc>
      </w:tr>
      <w:tr w:rsidR="003C697E" w:rsidRPr="00D00E55" w14:paraId="0A8E4FF4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423EE1C7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6BAB7677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177E7A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125920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0CCD6C68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177E7A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125920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125920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31AB369D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Projekti nimetus ja number:</w:t>
            </w:r>
            <w:r w:rsidRPr="00903714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>LC0253</w:t>
            </w:r>
            <w:r w:rsidR="005952C9" w:rsidRPr="008062B2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sz w:val="21"/>
                <w:szCs w:val="21"/>
              </w:rPr>
              <w:t>„</w:t>
            </w:r>
            <w:r w:rsidR="003547F5">
              <w:rPr>
                <w:rFonts w:cs="Arial"/>
                <w:b/>
                <w:sz w:val="21"/>
                <w:szCs w:val="21"/>
              </w:rPr>
              <w:t>6 Valga-Uulu tee kinnistu elektriliitumine, Puide küla, Tõrva vald</w:t>
            </w:r>
            <w:r w:rsidR="005952C9">
              <w:rPr>
                <w:rFonts w:cs="Arial"/>
                <w:b/>
                <w:sz w:val="21"/>
                <w:szCs w:val="21"/>
              </w:rPr>
              <w:t>, Valgamaa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4C151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125920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4269665E" w:rsidR="003C697E" w:rsidRPr="00D00E55" w:rsidRDefault="003547F5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30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.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11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.2023 nr 7.1-2/23/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24718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-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2</w:t>
            </w:r>
          </w:p>
        </w:tc>
      </w:tr>
      <w:tr w:rsidR="003C697E" w:rsidRPr="00D00E55" w14:paraId="5D55EAE1" w14:textId="77777777" w:rsidTr="004C151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</w:p>
          <w:p w14:paraId="2B3E4CDE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017A3DD" w14:textId="77777777" w:rsidR="0044408C" w:rsidRDefault="0044408C" w:rsidP="004844A2">
            <w:pPr>
              <w:rPr>
                <w:rFonts w:cs="Arial"/>
                <w:sz w:val="21"/>
                <w:szCs w:val="21"/>
              </w:rPr>
            </w:pPr>
          </w:p>
          <w:p w14:paraId="7A565709" w14:textId="65809EFF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6 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>Valga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>Uulu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3C697E" w:rsidRPr="00D00E55" w14:paraId="1C35885F" w14:textId="77777777" w:rsidTr="00125920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38B7BA9B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177E7A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>20801:002:1031</w:t>
            </w:r>
          </w:p>
        </w:tc>
      </w:tr>
      <w:tr w:rsidR="003C697E" w:rsidRPr="00D00E55" w14:paraId="690D6352" w14:textId="77777777" w:rsidTr="00125920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5862C02A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3A23BB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6 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>Valga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- 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>Uulu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</w:p>
        </w:tc>
      </w:tr>
      <w:tr w:rsidR="003C697E" w:rsidRPr="00D00E55" w14:paraId="6951443C" w14:textId="77777777" w:rsidTr="00125920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7875FFFE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CE27FB" w:rsidRPr="00CE27FB">
              <w:rPr>
                <w:rFonts w:cs="Arial"/>
                <w:b/>
                <w:bCs/>
                <w:sz w:val="21"/>
                <w:szCs w:val="21"/>
              </w:rPr>
              <w:t>KV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>70822</w:t>
            </w:r>
          </w:p>
        </w:tc>
      </w:tr>
      <w:tr w:rsidR="003C697E" w:rsidRPr="00D00E55" w14:paraId="2006F7ED" w14:textId="77777777" w:rsidTr="004C151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D423563" w14:textId="14C47EDA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3547F5">
              <w:rPr>
                <w:rFonts w:cs="Arial"/>
                <w:b/>
                <w:bCs/>
                <w:iCs/>
                <w:sz w:val="21"/>
                <w:szCs w:val="21"/>
              </w:rPr>
              <w:t>7066750</w:t>
            </w:r>
          </w:p>
        </w:tc>
      </w:tr>
      <w:tr w:rsidR="003C697E" w:rsidRPr="00D00E55" w14:paraId="5DEA5556" w14:textId="77777777" w:rsidTr="004C151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0846C072" w:rsidR="003C697E" w:rsidRPr="00D00E55" w:rsidRDefault="001F4440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elektri </w:t>
            </w:r>
            <w:r w:rsidR="00977504">
              <w:rPr>
                <w:rFonts w:cs="Arial"/>
                <w:b/>
                <w:bCs/>
                <w:sz w:val="21"/>
                <w:szCs w:val="21"/>
              </w:rPr>
              <w:t>maakaabelliin</w:t>
            </w:r>
            <w:r w:rsidR="003547F5">
              <w:rPr>
                <w:rFonts w:cs="Arial"/>
                <w:b/>
                <w:bCs/>
                <w:sz w:val="21"/>
                <w:szCs w:val="21"/>
              </w:rPr>
              <w:t xml:space="preserve"> ja elektrikilp</w:t>
            </w:r>
          </w:p>
        </w:tc>
      </w:tr>
      <w:bookmarkEnd w:id="1"/>
    </w:tbl>
    <w:p w14:paraId="4D3E3240" w14:textId="6A306436" w:rsidR="00B53AAB" w:rsidRDefault="00B53AAB">
      <w:pPr>
        <w:rPr>
          <w:rFonts w:ascii="Times New Roman" w:hAnsi="Times New Roman"/>
          <w:lang w:val="et-EE"/>
        </w:rPr>
      </w:pPr>
    </w:p>
    <w:p w14:paraId="614995A1" w14:textId="7B3C2401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BC2FF06" w14:textId="4B070E80" w:rsidR="004C151D" w:rsidRPr="00EA15FF" w:rsidRDefault="00F840E2" w:rsidP="003A23BB">
      <w:pPr>
        <w:spacing w:before="100" w:beforeAutospacing="1" w:after="100" w:afterAutospacing="1"/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</w:pPr>
      <w:r w:rsidRPr="00F840E2">
        <w:rPr>
          <w:rFonts w:ascii="Calibri" w:eastAsia="Calibri" w:hAnsi="Calibri" w:cs="Calibri"/>
          <w:b/>
          <w:bCs/>
          <w:color w:val="FF0000"/>
          <w:sz w:val="22"/>
          <w:szCs w:val="22"/>
          <w:lang w:val="en" w:eastAsia="et-EE"/>
        </w:rPr>
        <w:t>Kaido Kivisild</w:t>
      </w:r>
      <w:r w:rsidRPr="00F840E2">
        <w:rPr>
          <w:rFonts w:ascii="Calibri" w:eastAsia="Calibri" w:hAnsi="Calibri" w:cs="Calibri"/>
          <w:b/>
          <w:bCs/>
          <w:color w:val="000000"/>
          <w:sz w:val="22"/>
          <w:szCs w:val="22"/>
          <w:lang w:val="en" w:eastAsia="et-EE"/>
        </w:rPr>
        <w:t xml:space="preserve"> 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</w:r>
      <w:proofErr w:type="spellStart"/>
      <w:r w:rsidR="003A23BB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s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petsialist</w:t>
      </w:r>
      <w:proofErr w:type="spellEnd"/>
      <w:r w:rsidR="00EA15FF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/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Eesti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Energia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/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Õigusteenistus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/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Maateenused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 xml:space="preserve">+372 510 5657 | </w:t>
      </w:r>
      <w:hyperlink r:id="rId11" w:history="1">
        <w:r w:rsidR="00B53AAB" w:rsidRPr="00E86AF4">
          <w:rPr>
            <w:rStyle w:val="Hyperlink"/>
            <w:rFonts w:ascii="Calibri" w:eastAsia="Calibri" w:hAnsi="Calibri" w:cs="Calibri"/>
            <w:sz w:val="22"/>
            <w:szCs w:val="22"/>
            <w:lang w:val="en" w:eastAsia="et-EE"/>
          </w:rPr>
          <w:t>kaido.kivisild@energia.ee</w:t>
        </w:r>
      </w:hyperlink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Tomuski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tee 2, 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M</w:t>
      </w:r>
      <w:r w:rsidRPr="00F840E2">
        <w:rPr>
          <w:rFonts w:ascii="Calibri" w:eastAsia="Calibri" w:hAnsi="Calibri" w:cs="Calibri"/>
          <w:sz w:val="22"/>
          <w:szCs w:val="22"/>
          <w:lang w:val="en" w:eastAsia="et-EE"/>
        </w:rPr>
        <w:t>ustivere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küla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, Viljandi </w:t>
      </w:r>
      <w:proofErr w:type="spellStart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vald</w:t>
      </w:r>
      <w:proofErr w:type="spellEnd"/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| </w:t>
      </w:r>
      <w:hyperlink r:id="rId12" w:history="1">
        <w:r w:rsidRPr="00F840E2">
          <w:rPr>
            <w:rFonts w:ascii="Calibri" w:eastAsia="Calibri" w:hAnsi="Calibri" w:cs="Calibri"/>
            <w:color w:val="000000"/>
            <w:sz w:val="22"/>
            <w:szCs w:val="22"/>
            <w:lang w:val="en" w:eastAsia="et-EE"/>
          </w:rPr>
          <w:t>energia.ee</w:t>
        </w:r>
      </w:hyperlink>
      <w:r w:rsidR="00E014E3" w:rsidRPr="00E631EC">
        <w:rPr>
          <w:rFonts w:ascii="Times New Roman" w:hAnsi="Times New Roman"/>
          <w:lang w:val="et-EE"/>
        </w:rPr>
        <w:t xml:space="preserve"> </w:t>
      </w:r>
    </w:p>
    <w:sectPr w:rsidR="004C151D" w:rsidRPr="00EA15FF" w:rsidSect="009C6051">
      <w:headerReference w:type="first" r:id="rId13"/>
      <w:footerReference w:type="first" r:id="rId14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Tallinn</w:t>
          </w:r>
          <w:proofErr w:type="spellEnd"/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</w:t>
          </w:r>
          <w:proofErr w:type="spellEnd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. </w:t>
          </w:r>
          <w:proofErr w:type="spellStart"/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kood</w:t>
          </w:r>
          <w:proofErr w:type="spellEnd"/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27277">
    <w:abstractNumId w:val="10"/>
  </w:num>
  <w:num w:numId="2" w16cid:durableId="482309656">
    <w:abstractNumId w:val="8"/>
  </w:num>
  <w:num w:numId="3" w16cid:durableId="1008751329">
    <w:abstractNumId w:val="7"/>
  </w:num>
  <w:num w:numId="4" w16cid:durableId="329913425">
    <w:abstractNumId w:val="6"/>
  </w:num>
  <w:num w:numId="5" w16cid:durableId="2145659766">
    <w:abstractNumId w:val="5"/>
  </w:num>
  <w:num w:numId="6" w16cid:durableId="1694576925">
    <w:abstractNumId w:val="9"/>
  </w:num>
  <w:num w:numId="7" w16cid:durableId="185213194">
    <w:abstractNumId w:val="4"/>
  </w:num>
  <w:num w:numId="8" w16cid:durableId="935093102">
    <w:abstractNumId w:val="3"/>
  </w:num>
  <w:num w:numId="9" w16cid:durableId="1394695452">
    <w:abstractNumId w:val="2"/>
  </w:num>
  <w:num w:numId="10" w16cid:durableId="406535009">
    <w:abstractNumId w:val="1"/>
  </w:num>
  <w:num w:numId="11" w16cid:durableId="517937780">
    <w:abstractNumId w:val="0"/>
  </w:num>
  <w:num w:numId="12" w16cid:durableId="1870877557">
    <w:abstractNumId w:val="13"/>
  </w:num>
  <w:num w:numId="13" w16cid:durableId="833036670">
    <w:abstractNumId w:val="11"/>
  </w:num>
  <w:num w:numId="14" w16cid:durableId="7552479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77E7A"/>
    <w:rsid w:val="00197FFB"/>
    <w:rsid w:val="001C1176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547F5"/>
    <w:rsid w:val="00370E7A"/>
    <w:rsid w:val="003A23BB"/>
    <w:rsid w:val="003B2301"/>
    <w:rsid w:val="003C697E"/>
    <w:rsid w:val="003E49FA"/>
    <w:rsid w:val="003F0D3F"/>
    <w:rsid w:val="003F6662"/>
    <w:rsid w:val="004272A3"/>
    <w:rsid w:val="0044408C"/>
    <w:rsid w:val="004475AB"/>
    <w:rsid w:val="004844A2"/>
    <w:rsid w:val="00485EF6"/>
    <w:rsid w:val="0049207F"/>
    <w:rsid w:val="004A49E9"/>
    <w:rsid w:val="004C151D"/>
    <w:rsid w:val="004E273C"/>
    <w:rsid w:val="004E4258"/>
    <w:rsid w:val="004F3B24"/>
    <w:rsid w:val="00531E0D"/>
    <w:rsid w:val="005952C9"/>
    <w:rsid w:val="005A1A54"/>
    <w:rsid w:val="006165B9"/>
    <w:rsid w:val="006170E8"/>
    <w:rsid w:val="0064512F"/>
    <w:rsid w:val="006A4257"/>
    <w:rsid w:val="006B4E07"/>
    <w:rsid w:val="006D2A93"/>
    <w:rsid w:val="006D5424"/>
    <w:rsid w:val="006F32B2"/>
    <w:rsid w:val="00700C66"/>
    <w:rsid w:val="007712F6"/>
    <w:rsid w:val="00781246"/>
    <w:rsid w:val="007A59AB"/>
    <w:rsid w:val="007D0A82"/>
    <w:rsid w:val="007E572F"/>
    <w:rsid w:val="00841FA1"/>
    <w:rsid w:val="008A7B36"/>
    <w:rsid w:val="008C4F88"/>
    <w:rsid w:val="008F5561"/>
    <w:rsid w:val="00903714"/>
    <w:rsid w:val="00910E3A"/>
    <w:rsid w:val="00966F5D"/>
    <w:rsid w:val="00977504"/>
    <w:rsid w:val="0098637E"/>
    <w:rsid w:val="009C6051"/>
    <w:rsid w:val="009E7312"/>
    <w:rsid w:val="00A1209E"/>
    <w:rsid w:val="00A1710C"/>
    <w:rsid w:val="00A52EC2"/>
    <w:rsid w:val="00A540D6"/>
    <w:rsid w:val="00A629B7"/>
    <w:rsid w:val="00AA3134"/>
    <w:rsid w:val="00AA7A21"/>
    <w:rsid w:val="00AB77FA"/>
    <w:rsid w:val="00AC4D45"/>
    <w:rsid w:val="00AE6798"/>
    <w:rsid w:val="00B04FBC"/>
    <w:rsid w:val="00B34061"/>
    <w:rsid w:val="00B52279"/>
    <w:rsid w:val="00B53AAB"/>
    <w:rsid w:val="00BB17A7"/>
    <w:rsid w:val="00C277E4"/>
    <w:rsid w:val="00C43B2E"/>
    <w:rsid w:val="00C543C6"/>
    <w:rsid w:val="00CE27FB"/>
    <w:rsid w:val="00D00E55"/>
    <w:rsid w:val="00D0729B"/>
    <w:rsid w:val="00D56A6D"/>
    <w:rsid w:val="00DD5138"/>
    <w:rsid w:val="00E00BE0"/>
    <w:rsid w:val="00E014E3"/>
    <w:rsid w:val="00E1787F"/>
    <w:rsid w:val="00E461B2"/>
    <w:rsid w:val="00E82685"/>
    <w:rsid w:val="00EA15FF"/>
    <w:rsid w:val="00EB19D9"/>
    <w:rsid w:val="00EC413D"/>
    <w:rsid w:val="00ED0B07"/>
    <w:rsid w:val="00ED24D9"/>
    <w:rsid w:val="00F31AB4"/>
    <w:rsid w:val="00F35D97"/>
    <w:rsid w:val="00F40BF6"/>
    <w:rsid w:val="00F840E2"/>
    <w:rsid w:val="00FA7F29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nergia.e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ido.kivisild@energia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customXml/itemProps2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8</TotalTime>
  <Pages>1</Pages>
  <Words>246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2</cp:revision>
  <cp:lastPrinted>2023-07-25T11:54:00Z</cp:lastPrinted>
  <dcterms:created xsi:type="dcterms:W3CDTF">2023-12-04T14:08:00Z</dcterms:created>
  <dcterms:modified xsi:type="dcterms:W3CDTF">2023-12-04T14:08:00Z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